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2557F5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507C8416" w14:textId="77777777" w:rsidR="002557F5" w:rsidRPr="002557F5" w:rsidRDefault="00B67D39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557F5" w:rsidRPr="002557F5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46AAF68" w:rsidR="00B67D39" w:rsidRPr="003E089A" w:rsidRDefault="002557F5" w:rsidP="002557F5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E089A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337FED37" w14:textId="4C10D2F1" w:rsidR="00CC7E12" w:rsidRPr="00CD0478" w:rsidRDefault="00CC7E12" w:rsidP="00872F1F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E30A2C" w:rsidRPr="0053185E">
        <w:rPr>
          <w:rFonts w:ascii="Verdana" w:hAnsi="Verdana" w:cstheme="minorHAnsi"/>
          <w:b/>
          <w:szCs w:val="18"/>
        </w:rPr>
        <w:t xml:space="preserve">Wymiana istniejących rozdzielnic </w:t>
      </w:r>
      <w:proofErr w:type="spellStart"/>
      <w:r w:rsidR="00E30A2C" w:rsidRPr="0053185E">
        <w:rPr>
          <w:rFonts w:ascii="Verdana" w:hAnsi="Verdana" w:cstheme="minorHAnsi"/>
          <w:b/>
          <w:szCs w:val="18"/>
        </w:rPr>
        <w:t>nN</w:t>
      </w:r>
      <w:proofErr w:type="spellEnd"/>
      <w:r w:rsidR="00E30A2C" w:rsidRPr="0053185E">
        <w:rPr>
          <w:rFonts w:ascii="Verdana" w:hAnsi="Verdana" w:cstheme="minorHAnsi"/>
          <w:b/>
          <w:szCs w:val="18"/>
        </w:rPr>
        <w:t xml:space="preserve"> w stacjach budynkowych 15/0,4kV, 6/0,4kV na terenie Rejonu Energetycznego Łódź/ (miasto Łódź, gmina Łódź) w podziale na 2 części</w:t>
      </w:r>
      <w:r w:rsidR="00E30A2C" w:rsidRPr="00CC7E12">
        <w:rPr>
          <w:rFonts w:cstheme="minorHAnsi"/>
        </w:rPr>
        <w:t xml:space="preserve"> </w:t>
      </w:r>
      <w:r w:rsidRPr="00CC7E12">
        <w:rPr>
          <w:rFonts w:cstheme="minorHAnsi"/>
        </w:rPr>
        <w:t xml:space="preserve">nr </w:t>
      </w:r>
      <w:r w:rsidR="004C1C1E">
        <w:rPr>
          <w:rFonts w:cstheme="minorHAnsi"/>
          <w:b/>
        </w:rPr>
        <w:t>POST/DYS/OLD/GZ/</w:t>
      </w:r>
      <w:r w:rsidR="00E30A2C">
        <w:rPr>
          <w:rFonts w:cstheme="minorHAnsi"/>
          <w:b/>
        </w:rPr>
        <w:t>04643</w:t>
      </w:r>
      <w:r w:rsidR="002557F5" w:rsidRPr="002557F5">
        <w:rPr>
          <w:rFonts w:cstheme="minorHAnsi"/>
          <w:b/>
        </w:rPr>
        <w:t>/2025</w:t>
      </w:r>
      <w:r w:rsidRPr="00CC7E12">
        <w:rPr>
          <w:rFonts w:cstheme="minorHAnsi"/>
        </w:rPr>
        <w:t xml:space="preserve">, prowadzonego przez </w:t>
      </w:r>
      <w:r w:rsidR="002557F5" w:rsidRPr="002557F5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6A834014" w14:textId="77777777" w:rsidR="00CD0478" w:rsidRPr="00CC7E12" w:rsidRDefault="00CD0478" w:rsidP="00CD0478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83E1FD9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1258A6D8" w14:textId="77777777" w:rsidR="00CD0478" w:rsidRPr="002C2C2F" w:rsidRDefault="00CD0478" w:rsidP="00CD0478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6E056C3B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61160360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248C621A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389C4C53" w14:textId="77777777" w:rsidR="00CD0478" w:rsidRPr="00CC7E12" w:rsidRDefault="00CD0478" w:rsidP="00CD0478">
      <w:pPr>
        <w:jc w:val="both"/>
        <w:rPr>
          <w:rFonts w:cstheme="minorHAnsi"/>
        </w:rPr>
      </w:pPr>
    </w:p>
    <w:p w14:paraId="5F28CD90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3B62FD1B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F94CEF2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6AD40775" w14:textId="77777777" w:rsidR="00CD0478" w:rsidRPr="00CC7E12" w:rsidRDefault="00CD0478" w:rsidP="00CD0478">
      <w:pPr>
        <w:jc w:val="both"/>
        <w:rPr>
          <w:rFonts w:cstheme="minorHAnsi"/>
          <w:i/>
        </w:rPr>
      </w:pPr>
    </w:p>
    <w:p w14:paraId="632F02C5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1D8A35BB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3C0B91" w14:textId="77777777" w:rsidR="00CD0478" w:rsidRPr="00CC7E12" w:rsidRDefault="00CD0478" w:rsidP="00CD0478">
      <w:pPr>
        <w:jc w:val="both"/>
        <w:rPr>
          <w:rFonts w:cstheme="minorHAnsi"/>
        </w:rPr>
      </w:pPr>
    </w:p>
    <w:p w14:paraId="4C94A233" w14:textId="77777777" w:rsidR="00CD0478" w:rsidRPr="00CC7E12" w:rsidRDefault="00CD0478" w:rsidP="00CD0478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7D1F674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38C9E616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348CA4FF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12A29DA9" w14:textId="77777777" w:rsidR="00CD0478" w:rsidRPr="00CC7E12" w:rsidRDefault="00CD0478" w:rsidP="00CD0478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038719C4" w14:textId="77777777" w:rsidR="00CD0478" w:rsidRPr="00CC7E12" w:rsidRDefault="00CD0478" w:rsidP="00CD0478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70F41E9C" w14:textId="77777777" w:rsidR="00CD0478" w:rsidRPr="00CC7E12" w:rsidRDefault="00CD0478" w:rsidP="00CD0478">
      <w:pPr>
        <w:jc w:val="both"/>
        <w:rPr>
          <w:rFonts w:cstheme="minorHAnsi"/>
          <w:sz w:val="16"/>
        </w:rPr>
      </w:pPr>
    </w:p>
    <w:p w14:paraId="14573A33" w14:textId="77777777" w:rsidR="00FF7F5A" w:rsidRDefault="00FF7F5A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2D1EDC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B51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0473F88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85D1DCC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174CE956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7CA053FE" w14:textId="77777777" w:rsidR="00CD0478" w:rsidRPr="00872F1F" w:rsidRDefault="00CD0478" w:rsidP="00CD0478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DC3299E" w14:textId="77777777" w:rsidR="00CD0478" w:rsidRPr="00872F1F" w:rsidRDefault="00CD0478" w:rsidP="00CD0478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33204D12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793967A1" w14:textId="77777777" w:rsidR="00CD0478" w:rsidRPr="00872F1F" w:rsidRDefault="00CD0478" w:rsidP="00CD0478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A497F41" w14:textId="77777777" w:rsidR="00CD0478" w:rsidRPr="00872F1F" w:rsidRDefault="00CD0478" w:rsidP="00CD0478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A3AC84" w14:textId="77777777" w:rsidR="00CD0478" w:rsidRPr="00872F1F" w:rsidRDefault="00CD0478" w:rsidP="00CD0478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B7712" w14:textId="77777777" w:rsidR="002557F5" w:rsidRDefault="002557F5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79750A4D" w14:textId="62114762" w:rsidR="00347E8D" w:rsidRPr="002808CF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E52BB83" w:rsidR="00347E8D" w:rsidRPr="006B2C28" w:rsidRDefault="004C1C1E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br/>
            <w:t>POST/DYS/OLD/GZ/</w:t>
          </w:r>
          <w:r w:rsidR="00E30A2C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04643</w:t>
          </w:r>
          <w:r w:rsidR="002557F5" w:rsidRPr="002557F5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038FBEEB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398603673">
    <w:abstractNumId w:val="17"/>
  </w:num>
  <w:num w:numId="2" w16cid:durableId="1599487100">
    <w:abstractNumId w:val="7"/>
  </w:num>
  <w:num w:numId="3" w16cid:durableId="1020624807">
    <w:abstractNumId w:val="12"/>
  </w:num>
  <w:num w:numId="4" w16cid:durableId="1903130412">
    <w:abstractNumId w:val="19"/>
  </w:num>
  <w:num w:numId="5" w16cid:durableId="76679875">
    <w:abstractNumId w:val="17"/>
  </w:num>
  <w:num w:numId="6" w16cid:durableId="766659417">
    <w:abstractNumId w:val="17"/>
  </w:num>
  <w:num w:numId="7" w16cid:durableId="1403868986">
    <w:abstractNumId w:val="3"/>
  </w:num>
  <w:num w:numId="8" w16cid:durableId="1046369639">
    <w:abstractNumId w:val="26"/>
  </w:num>
  <w:num w:numId="9" w16cid:durableId="544024763">
    <w:abstractNumId w:val="16"/>
  </w:num>
  <w:num w:numId="10" w16cid:durableId="1385063591">
    <w:abstractNumId w:val="4"/>
  </w:num>
  <w:num w:numId="11" w16cid:durableId="968320573">
    <w:abstractNumId w:val="13"/>
  </w:num>
  <w:num w:numId="12" w16cid:durableId="583612072">
    <w:abstractNumId w:val="11"/>
  </w:num>
  <w:num w:numId="13" w16cid:durableId="464666205">
    <w:abstractNumId w:val="25"/>
  </w:num>
  <w:num w:numId="14" w16cid:durableId="525215953">
    <w:abstractNumId w:val="21"/>
  </w:num>
  <w:num w:numId="15" w16cid:durableId="465976323">
    <w:abstractNumId w:val="15"/>
  </w:num>
  <w:num w:numId="16" w16cid:durableId="2098138140">
    <w:abstractNumId w:val="9"/>
  </w:num>
  <w:num w:numId="17" w16cid:durableId="476648372">
    <w:abstractNumId w:val="5"/>
  </w:num>
  <w:num w:numId="18" w16cid:durableId="437454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57222522">
    <w:abstractNumId w:val="0"/>
  </w:num>
  <w:num w:numId="20" w16cid:durableId="606158777">
    <w:abstractNumId w:val="27"/>
  </w:num>
  <w:num w:numId="21" w16cid:durableId="1354458907">
    <w:abstractNumId w:val="1"/>
  </w:num>
  <w:num w:numId="22" w16cid:durableId="1947231808">
    <w:abstractNumId w:val="14"/>
  </w:num>
  <w:num w:numId="23" w16cid:durableId="594946073">
    <w:abstractNumId w:val="10"/>
  </w:num>
  <w:num w:numId="24" w16cid:durableId="2145543756">
    <w:abstractNumId w:val="20"/>
  </w:num>
  <w:num w:numId="25" w16cid:durableId="1297754674">
    <w:abstractNumId w:val="24"/>
  </w:num>
  <w:num w:numId="26" w16cid:durableId="1888485690">
    <w:abstractNumId w:val="2"/>
  </w:num>
  <w:num w:numId="27" w16cid:durableId="740366644">
    <w:abstractNumId w:val="23"/>
  </w:num>
  <w:num w:numId="28" w16cid:durableId="417944839">
    <w:abstractNumId w:val="22"/>
  </w:num>
  <w:num w:numId="29" w16cid:durableId="6312056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2727821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0C9"/>
    <w:rsid w:val="0009045E"/>
    <w:rsid w:val="00094799"/>
    <w:rsid w:val="00094EB9"/>
    <w:rsid w:val="00096510"/>
    <w:rsid w:val="000974B1"/>
    <w:rsid w:val="000B0DBD"/>
    <w:rsid w:val="000B1692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57F5"/>
    <w:rsid w:val="00257F22"/>
    <w:rsid w:val="00264A06"/>
    <w:rsid w:val="00265B9D"/>
    <w:rsid w:val="00270752"/>
    <w:rsid w:val="002743D5"/>
    <w:rsid w:val="002768AC"/>
    <w:rsid w:val="002808CF"/>
    <w:rsid w:val="002A3129"/>
    <w:rsid w:val="002A48F7"/>
    <w:rsid w:val="002B5C62"/>
    <w:rsid w:val="002C2C2F"/>
    <w:rsid w:val="002C470F"/>
    <w:rsid w:val="002D1902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089A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1C1E"/>
    <w:rsid w:val="004C2303"/>
    <w:rsid w:val="004D154B"/>
    <w:rsid w:val="004D63D5"/>
    <w:rsid w:val="004E1AB0"/>
    <w:rsid w:val="004E7573"/>
    <w:rsid w:val="004E7C52"/>
    <w:rsid w:val="004F0C4A"/>
    <w:rsid w:val="004F20AD"/>
    <w:rsid w:val="004F6B10"/>
    <w:rsid w:val="005067AE"/>
    <w:rsid w:val="00520308"/>
    <w:rsid w:val="00535E9B"/>
    <w:rsid w:val="005453F1"/>
    <w:rsid w:val="00551FB7"/>
    <w:rsid w:val="005563FF"/>
    <w:rsid w:val="00562E63"/>
    <w:rsid w:val="00564303"/>
    <w:rsid w:val="00574D7E"/>
    <w:rsid w:val="00576B9B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7F1D"/>
    <w:rsid w:val="00646FD7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631DA"/>
    <w:rsid w:val="008707CC"/>
    <w:rsid w:val="00872F1F"/>
    <w:rsid w:val="008810C7"/>
    <w:rsid w:val="00884D47"/>
    <w:rsid w:val="008A709F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2F08"/>
    <w:rsid w:val="00926159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04BD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028FF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A0055"/>
    <w:rsid w:val="00CB2D26"/>
    <w:rsid w:val="00CB3A6F"/>
    <w:rsid w:val="00CC7E12"/>
    <w:rsid w:val="00CD0478"/>
    <w:rsid w:val="00CD2022"/>
    <w:rsid w:val="00CE2F55"/>
    <w:rsid w:val="00CF5B51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6874"/>
    <w:rsid w:val="00E107A6"/>
    <w:rsid w:val="00E12F47"/>
    <w:rsid w:val="00E16545"/>
    <w:rsid w:val="00E2123D"/>
    <w:rsid w:val="00E30A2C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00FF7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POST/DYS/OLD/GZ/04643/2025                        </dmsv2SWPP2ObjectNumber>
    <dmsv2SWPP2SumMD5 xmlns="http://schemas.microsoft.com/sharepoint/v3">d4521a841dd3cb0e27ffbb7690dbcd95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24109075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JEUP5JKVCYQC-922955212-17045</_dlc_DocId>
    <_dlc_DocIdUrl xmlns="a19cb1c7-c5c7-46d4-85ae-d83685407bba">
      <Url>https://swpp2.dms.gkpge.pl/sites/41/_layouts/15/DocIdRedir.aspx?ID=JEUP5JKVCYQC-922955212-17045</Url>
      <Description>JEUP5JKVCYQC-922955212-17045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1617130-B9F5-406E-907A-AD5F5CDDF6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ab6a7fc3-c441-41c3-bbfc-a960266391e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C18246C-2B4C-4DEC-B3F9-B2B315408F84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D7FB356-0267-4175-AE0D-BF5EA2CF534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2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16</cp:revision>
  <cp:lastPrinted>2024-07-15T11:21:00Z</cp:lastPrinted>
  <dcterms:created xsi:type="dcterms:W3CDTF">2025-10-02T08:07:00Z</dcterms:created>
  <dcterms:modified xsi:type="dcterms:W3CDTF">2026-01-13T07:43:00Z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f97baecb-68d5-4f04-8cf2-84d241623ff1</vt:lpwstr>
  </property>
</Properties>
</file>